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E051493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A773CE">
        <w:rPr>
          <w:b/>
          <w:bCs/>
          <w:sz w:val="20"/>
        </w:rPr>
        <w:t>202</w:t>
      </w:r>
      <w:r w:rsidR="000E2B64">
        <w:rPr>
          <w:b/>
          <w:bCs/>
          <w:sz w:val="20"/>
        </w:rPr>
        <w:t>5</w:t>
      </w:r>
      <w:r w:rsidR="00A773CE">
        <w:rPr>
          <w:b/>
          <w:bCs/>
          <w:sz w:val="20"/>
        </w:rPr>
        <w:t>/</w:t>
      </w:r>
      <w:r w:rsidR="000E2B64">
        <w:rPr>
          <w:b/>
          <w:bCs/>
          <w:sz w:val="20"/>
        </w:rPr>
        <w:t>218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3119" w:type="dxa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5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BCF3800" w:rsidR="005253F3" w:rsidRPr="001611B4" w:rsidRDefault="005253F3" w:rsidP="00A773CE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773CE">
                  <w:rPr>
                    <w:rFonts w:eastAsia="Calibri"/>
                    <w:sz w:val="20"/>
                  </w:rPr>
                  <w:t>1</w:t>
                </w:r>
                <w:r w:rsidR="000E2B64">
                  <w:rPr>
                    <w:rFonts w:eastAsia="Calibri"/>
                    <w:sz w:val="20"/>
                  </w:rPr>
                  <w:t>6</w:t>
                </w:r>
                <w:r w:rsidR="00A773CE">
                  <w:rPr>
                    <w:rFonts w:eastAsia="Calibri"/>
                    <w:sz w:val="20"/>
                  </w:rPr>
                  <w:t>.0</w:t>
                </w:r>
                <w:r w:rsidR="000E2B64">
                  <w:rPr>
                    <w:rFonts w:eastAsia="Calibri"/>
                    <w:sz w:val="20"/>
                  </w:rPr>
                  <w:t>1</w:t>
                </w:r>
                <w:r w:rsidR="00A773CE">
                  <w:rPr>
                    <w:rFonts w:eastAsia="Calibri"/>
                    <w:sz w:val="20"/>
                  </w:rPr>
                  <w:t>.202</w:t>
                </w:r>
                <w:r w:rsidR="000E2B64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0E2B6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2C4BEE" w:rsidRPr="001611B4" w14:paraId="6E3EC6BB" w14:textId="77777777" w:rsidTr="002C4BEE">
        <w:tc>
          <w:tcPr>
            <w:tcW w:w="3920" w:type="dxa"/>
          </w:tcPr>
          <w:p w14:paraId="4FC74FA5" w14:textId="2AE3CD79" w:rsidR="002C4BEE" w:rsidRPr="002C4BEE" w:rsidRDefault="000C0A53" w:rsidP="002C4BEE">
            <w:pPr>
              <w:rPr>
                <w:sz w:val="20"/>
              </w:rPr>
            </w:pPr>
            <w:proofErr w:type="spellStart"/>
            <w:r w:rsidRPr="000C0A53">
              <w:rPr>
                <w:sz w:val="20"/>
              </w:rPr>
              <w:t>Tantely</w:t>
            </w:r>
            <w:proofErr w:type="spellEnd"/>
            <w:r w:rsidRPr="000C0A53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3B0BB5EA" w14:textId="50F0C5C2" w:rsidR="002C4BEE" w:rsidRPr="002C4BEE" w:rsidRDefault="002C4BEE" w:rsidP="002C4BEE">
            <w:pPr>
              <w:rPr>
                <w:sz w:val="20"/>
              </w:rPr>
            </w:pPr>
            <w:r w:rsidRPr="002C4BEE">
              <w:rPr>
                <w:sz w:val="20"/>
              </w:rPr>
              <w:t xml:space="preserve">Registrikood </w:t>
            </w:r>
            <w:r w:rsidR="009A02F8" w:rsidRPr="009A02F8">
              <w:rPr>
                <w:sz w:val="20"/>
              </w:rPr>
              <w:t>12863255</w:t>
            </w:r>
          </w:p>
          <w:p w14:paraId="2C4748F4" w14:textId="34317498" w:rsidR="002C4BEE" w:rsidRPr="002C4BEE" w:rsidRDefault="0086378E" w:rsidP="002C4BEE">
            <w:pPr>
              <w:rPr>
                <w:sz w:val="20"/>
              </w:rPr>
            </w:pPr>
            <w:proofErr w:type="spellStart"/>
            <w:r w:rsidRPr="0086378E">
              <w:rPr>
                <w:bCs/>
                <w:sz w:val="20"/>
              </w:rPr>
              <w:t>Keskallee</w:t>
            </w:r>
            <w:proofErr w:type="spellEnd"/>
            <w:r w:rsidRPr="0086378E">
              <w:rPr>
                <w:bCs/>
                <w:sz w:val="20"/>
              </w:rPr>
              <w:t xml:space="preserve"> 17-45</w:t>
            </w:r>
            <w:r>
              <w:rPr>
                <w:bCs/>
                <w:sz w:val="20"/>
              </w:rPr>
              <w:t xml:space="preserve"> </w:t>
            </w:r>
            <w:r w:rsidR="002C4BEE" w:rsidRPr="002C4BEE">
              <w:rPr>
                <w:bCs/>
                <w:sz w:val="20"/>
              </w:rPr>
              <w:t>Kohtla-Järve Ida-Virumaa</w:t>
            </w:r>
          </w:p>
        </w:tc>
        <w:tc>
          <w:tcPr>
            <w:tcW w:w="2232" w:type="dxa"/>
          </w:tcPr>
          <w:p w14:paraId="45C69494" w14:textId="7B0D2380" w:rsidR="002C4BEE" w:rsidRPr="001611B4" w:rsidRDefault="002C4BEE" w:rsidP="002C4BEE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6" w:history="1">
              <w:r w:rsidR="00873278" w:rsidRPr="00873278">
                <w:rPr>
                  <w:rStyle w:val="Hperlink"/>
                  <w:sz w:val="20"/>
                </w:rPr>
                <w:t>smeljovajekat@gmail.com</w:t>
              </w:r>
            </w:hyperlink>
            <w:r w:rsidR="00873278">
              <w:t xml:space="preserve"> </w:t>
            </w:r>
          </w:p>
        </w:tc>
      </w:tr>
      <w:tr w:rsidR="00836379" w:rsidRPr="001611B4" w14:paraId="58FA04AD" w14:textId="77777777" w:rsidTr="002C4BEE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3246BF27" w:rsidR="00836379" w:rsidRPr="00AA1438" w:rsidRDefault="002C4BEE" w:rsidP="005E16CC">
            <w:pPr>
              <w:rPr>
                <w:sz w:val="20"/>
              </w:rPr>
            </w:pPr>
            <w:r w:rsidRPr="002C4BEE">
              <w:rPr>
                <w:sz w:val="20"/>
              </w:rPr>
              <w:t xml:space="preserve">Juhatuse liige </w:t>
            </w:r>
            <w:r w:rsidR="00DE549C">
              <w:rPr>
                <w:sz w:val="20"/>
              </w:rPr>
              <w:t xml:space="preserve">Jekaterina </w:t>
            </w:r>
            <w:proofErr w:type="spellStart"/>
            <w:r w:rsidR="00DE549C" w:rsidRPr="0086378E">
              <w:rPr>
                <w:sz w:val="20"/>
              </w:rPr>
              <w:t>Š</w:t>
            </w:r>
            <w:r w:rsidR="00DE549C">
              <w:rPr>
                <w:sz w:val="20"/>
              </w:rPr>
              <w:t>meljova</w:t>
            </w:r>
            <w:proofErr w:type="spellEnd"/>
          </w:p>
        </w:tc>
        <w:tc>
          <w:tcPr>
            <w:tcW w:w="2232" w:type="dxa"/>
          </w:tcPr>
          <w:p w14:paraId="6DD68004" w14:textId="77C6140A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7" w:history="1">
              <w:r w:rsidR="004D37FA" w:rsidRPr="004D37FA">
                <w:rPr>
                  <w:rStyle w:val="Hperlink"/>
                  <w:bCs/>
                  <w:sz w:val="20"/>
                </w:rPr>
                <w:t>53322771</w:t>
              </w:r>
            </w:hyperlink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836379" w:rsidRPr="001611B4" w14:paraId="267AC844" w14:textId="77777777" w:rsidTr="002C4BE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3D93009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ECB3464" w14:textId="587BC946" w:rsidR="00293770" w:rsidRPr="001611B4" w:rsidRDefault="005D5884" w:rsidP="00A53E7F">
      <w:pPr>
        <w:pStyle w:val="Pealkiri21"/>
        <w:rPr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</w:t>
      </w:r>
      <w:r w:rsidR="00293770" w:rsidRPr="001611B4">
        <w:rPr>
          <w:sz w:val="20"/>
        </w:rPr>
        <w:t>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727B13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Tähtajaline ettemaks kokkulepitud kuupäevaks kokkulepitud summas</w:t>
            </w:r>
            <w:r w:rsidR="006D2F0A" w:rsidRPr="00727B13">
              <w:rPr>
                <w:sz w:val="20"/>
              </w:rPr>
              <w:t>.</w:t>
            </w:r>
            <w:r w:rsidR="003F11B0" w:rsidRPr="00727B13">
              <w:rPr>
                <w:sz w:val="20"/>
              </w:rPr>
              <w:t xml:space="preserve"> </w:t>
            </w:r>
            <w:r w:rsidR="00727B13" w:rsidRPr="00727B13">
              <w:rPr>
                <w:sz w:val="20"/>
              </w:rPr>
              <w:t xml:space="preserve">Ostja kannab Müüja pangakontole nr </w:t>
            </w:r>
            <w:r w:rsidR="00727B13" w:rsidRPr="00727B13">
              <w:rPr>
                <w:b/>
                <w:sz w:val="20"/>
              </w:rPr>
              <w:t>EE781010402024861004</w:t>
            </w:r>
            <w:r w:rsidR="00727B13" w:rsidRPr="00727B13">
              <w:rPr>
                <w:sz w:val="20"/>
              </w:rPr>
              <w:t xml:space="preserve"> ettemaksu vastavalt</w:t>
            </w:r>
          </w:p>
          <w:p w14:paraId="12DC2178" w14:textId="11694F94" w:rsidR="00727B13" w:rsidRPr="00727B13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tarnegraafikus sätestatud kuukogusele kogu kuu tarnekoguse eest korraga</w:t>
            </w:r>
            <w:r w:rsidR="006001F5">
              <w:rPr>
                <w:sz w:val="20"/>
              </w:rPr>
              <w:t>.</w:t>
            </w:r>
            <w:r w:rsidRPr="00727B13">
              <w:rPr>
                <w:sz w:val="20"/>
              </w:rPr>
              <w:t xml:space="preserve"> Ettemaksu kandmise korral kohustub Ostja</w:t>
            </w:r>
          </w:p>
          <w:p w14:paraId="21FCA6D4" w14:textId="77777777" w:rsidR="00727B13" w:rsidRPr="00727B13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1611B4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„ettemaks“.</w:t>
            </w:r>
            <w:r w:rsidRPr="001611B4">
              <w:rPr>
                <w:sz w:val="20"/>
              </w:rPr>
              <w:t xml:space="preserve"> 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22735BFE" w:rsidR="00151D79" w:rsidRPr="002F338B" w:rsidRDefault="00D4333E" w:rsidP="002F338B">
      <w:pPr>
        <w:pStyle w:val="Pealkiri21"/>
        <w:rPr>
          <w:sz w:val="20"/>
        </w:rPr>
      </w:pPr>
      <w:r w:rsidRPr="002F338B">
        <w:rPr>
          <w:sz w:val="20"/>
        </w:rPr>
        <w:t>Müüja</w:t>
      </w:r>
      <w:r w:rsidR="005253F3" w:rsidRPr="002F338B">
        <w:rPr>
          <w:sz w:val="20"/>
        </w:rPr>
        <w:t xml:space="preserve"> esitab </w:t>
      </w:r>
      <w:r w:rsidR="00151D79" w:rsidRPr="002F338B">
        <w:rPr>
          <w:sz w:val="20"/>
        </w:rPr>
        <w:t xml:space="preserve">ettemaksu laekumisel </w:t>
      </w:r>
      <w:r w:rsidR="005253F3" w:rsidRPr="002F338B">
        <w:rPr>
          <w:sz w:val="20"/>
        </w:rPr>
        <w:t xml:space="preserve">arved </w:t>
      </w:r>
      <w:r w:rsidR="0094376B" w:rsidRPr="002F338B">
        <w:rPr>
          <w:sz w:val="20"/>
        </w:rPr>
        <w:t>m</w:t>
      </w:r>
      <w:r w:rsidRPr="002F338B">
        <w:rPr>
          <w:sz w:val="20"/>
        </w:rPr>
        <w:t>etsamaterjal</w:t>
      </w:r>
      <w:r w:rsidR="005253F3" w:rsidRPr="002F338B">
        <w:rPr>
          <w:sz w:val="20"/>
        </w:rPr>
        <w:t xml:space="preserve">i eest elektrooniliselt e-posti aadressile: </w:t>
      </w:r>
      <w:hyperlink r:id="rId18" w:history="1">
        <w:r w:rsidR="00873278" w:rsidRPr="00873278">
          <w:rPr>
            <w:rStyle w:val="Hperlink"/>
            <w:sz w:val="20"/>
          </w:rPr>
          <w:t>smeljovajekat@gmail.com</w:t>
        </w:r>
      </w:hyperlink>
      <w:r w:rsidR="00873278">
        <w:t xml:space="preserve">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41B345E9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Lepingu kehtivuse periood on </w:t>
      </w:r>
      <w:r w:rsidR="00873278">
        <w:rPr>
          <w:sz w:val="20"/>
        </w:rPr>
        <w:t>31</w:t>
      </w:r>
      <w:r w:rsidR="0025588C">
        <w:rPr>
          <w:sz w:val="20"/>
        </w:rPr>
        <w:t>.</w:t>
      </w:r>
      <w:r w:rsidR="00873278">
        <w:rPr>
          <w:sz w:val="20"/>
        </w:rPr>
        <w:t>10</w:t>
      </w:r>
      <w:r w:rsidR="0025588C">
        <w:rPr>
          <w:sz w:val="20"/>
        </w:rPr>
        <w:t>.202</w:t>
      </w:r>
      <w:r w:rsidR="00873278">
        <w:rPr>
          <w:sz w:val="20"/>
        </w:rPr>
        <w:t>5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</w:t>
      </w:r>
      <w:r w:rsidR="00873278">
        <w:rPr>
          <w:sz w:val="20"/>
        </w:rPr>
        <w:t>01</w:t>
      </w:r>
      <w:r w:rsidR="0025588C">
        <w:rPr>
          <w:sz w:val="20"/>
        </w:rPr>
        <w:t>.202</w:t>
      </w:r>
      <w:r w:rsidR="00873278">
        <w:rPr>
          <w:sz w:val="20"/>
        </w:rPr>
        <w:t>6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9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5D5884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5D5884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204B32B4" w:rsidR="004623EE" w:rsidRPr="001611B4" w:rsidRDefault="00A911F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 xml:space="preserve">Jekaterina </w:t>
            </w:r>
            <w:proofErr w:type="spellStart"/>
            <w:r w:rsidRPr="0086378E">
              <w:rPr>
                <w:sz w:val="20"/>
              </w:rPr>
              <w:t>Š</w:t>
            </w:r>
            <w:r>
              <w:rPr>
                <w:sz w:val="20"/>
              </w:rPr>
              <w:t>me</w:t>
            </w:r>
            <w:r w:rsidR="00DE549C">
              <w:rPr>
                <w:sz w:val="20"/>
              </w:rPr>
              <w:t>ljova</w:t>
            </w:r>
            <w:proofErr w:type="spellEnd"/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66E85379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CE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99522467">
    <w:abstractNumId w:val="0"/>
  </w:num>
  <w:num w:numId="2" w16cid:durableId="2118986940">
    <w:abstractNumId w:val="11"/>
  </w:num>
  <w:num w:numId="3" w16cid:durableId="275404836">
    <w:abstractNumId w:val="10"/>
  </w:num>
  <w:num w:numId="4" w16cid:durableId="1748190375">
    <w:abstractNumId w:val="15"/>
  </w:num>
  <w:num w:numId="5" w16cid:durableId="733356215">
    <w:abstractNumId w:val="16"/>
  </w:num>
  <w:num w:numId="6" w16cid:durableId="1681161369">
    <w:abstractNumId w:val="19"/>
  </w:num>
  <w:num w:numId="7" w16cid:durableId="2028173524">
    <w:abstractNumId w:val="21"/>
  </w:num>
  <w:num w:numId="8" w16cid:durableId="939610107">
    <w:abstractNumId w:val="6"/>
  </w:num>
  <w:num w:numId="9" w16cid:durableId="1022973729">
    <w:abstractNumId w:val="8"/>
  </w:num>
  <w:num w:numId="10" w16cid:durableId="1607076313">
    <w:abstractNumId w:val="1"/>
  </w:num>
  <w:num w:numId="11" w16cid:durableId="218178665">
    <w:abstractNumId w:val="2"/>
  </w:num>
  <w:num w:numId="12" w16cid:durableId="179860549">
    <w:abstractNumId w:val="13"/>
  </w:num>
  <w:num w:numId="13" w16cid:durableId="329993039">
    <w:abstractNumId w:val="18"/>
  </w:num>
  <w:num w:numId="14" w16cid:durableId="1487631187">
    <w:abstractNumId w:val="9"/>
  </w:num>
  <w:num w:numId="15" w16cid:durableId="1582566010">
    <w:abstractNumId w:val="5"/>
  </w:num>
  <w:num w:numId="16" w16cid:durableId="1476486145">
    <w:abstractNumId w:val="18"/>
  </w:num>
  <w:num w:numId="17" w16cid:durableId="90291203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13116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758126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646659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854486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3694564">
    <w:abstractNumId w:val="22"/>
  </w:num>
  <w:num w:numId="23" w16cid:durableId="1872453509">
    <w:abstractNumId w:val="3"/>
  </w:num>
  <w:num w:numId="24" w16cid:durableId="883560897">
    <w:abstractNumId w:val="20"/>
  </w:num>
  <w:num w:numId="25" w16cid:durableId="1338919770">
    <w:abstractNumId w:val="7"/>
  </w:num>
  <w:num w:numId="26" w16cid:durableId="1224482967">
    <w:abstractNumId w:val="12"/>
  </w:num>
  <w:num w:numId="27" w16cid:durableId="2947264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2904618">
    <w:abstractNumId w:val="14"/>
  </w:num>
  <w:num w:numId="29" w16cid:durableId="1021518347">
    <w:abstractNumId w:val="17"/>
  </w:num>
  <w:num w:numId="30" w16cid:durableId="20938876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83319012">
    <w:abstractNumId w:val="14"/>
  </w:num>
  <w:num w:numId="32" w16cid:durableId="152478409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B7D88"/>
    <w:rsid w:val="000C0A53"/>
    <w:rsid w:val="000C16EB"/>
    <w:rsid w:val="000C53F6"/>
    <w:rsid w:val="000C58FB"/>
    <w:rsid w:val="000D1A91"/>
    <w:rsid w:val="000E01A8"/>
    <w:rsid w:val="000E1700"/>
    <w:rsid w:val="000E2B64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77DF4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D37FA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5884"/>
    <w:rsid w:val="005D6D69"/>
    <w:rsid w:val="005E16CC"/>
    <w:rsid w:val="005E216A"/>
    <w:rsid w:val="005E37F8"/>
    <w:rsid w:val="005E756B"/>
    <w:rsid w:val="005F1009"/>
    <w:rsid w:val="005F689A"/>
    <w:rsid w:val="006001F5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17793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378E"/>
    <w:rsid w:val="00867349"/>
    <w:rsid w:val="00871222"/>
    <w:rsid w:val="00873278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2F8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773CE"/>
    <w:rsid w:val="00A911F5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549C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4D3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smeljovajekat@gmail.com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tel:5332277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meljovajekat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t.enel@rmk.e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rmk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817793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B7E13D-21CC-42C2-A9A3-F4603748F6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7B45C-DFF7-4E0C-8DD9-F5F340C384FE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343E3BA0-17EF-4B64-9921-08AEC8FDFF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B93DD-5DBE-4FAB-B90D-62BFD1DFA538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9</TotalTime>
  <Pages>3</Pages>
  <Words>919</Words>
  <Characters>7299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8202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11</cp:revision>
  <cp:lastPrinted>2011-09-19T08:13:00Z</cp:lastPrinted>
  <dcterms:created xsi:type="dcterms:W3CDTF">2025-10-30T07:42:00Z</dcterms:created>
  <dcterms:modified xsi:type="dcterms:W3CDTF">2025-10-30T07:49:00Z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832200</vt:r8>
  </property>
  <property fmtid="{D5CDD505-2E9C-101B-9397-08002B2CF9AE}" pid="5" name="MediaServiceImageTags">
    <vt:lpwstr/>
  </property>
</Properties>
</file>